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0417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Јужна  Европа: природногеорафске  одлике-</w:t>
            </w:r>
            <w:r w:rsidR="0004179F" w:rsidRPr="004803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Приморска  и  планинска  регија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1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45210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бјаснити ученицима 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природногеографске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одлике  Јужне  Е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Усвојити нова знања о </w:t>
            </w:r>
            <w:r w:rsidR="007906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географском  положају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природним одликама   Јужне Европе</w:t>
            </w:r>
          </w:p>
          <w:p w:rsidR="0004179F" w:rsidRPr="0004179F" w:rsidRDefault="0004179F" w:rsidP="00A4521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EC77F2" w:rsidRPr="00EC77F2" w:rsidRDefault="00D6605E" w:rsidP="00EC77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="00EC77F2" w:rsidRPr="00EC7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издвоји  и  на  карти  покаже  географске  регије  Европе</w:t>
            </w:r>
          </w:p>
          <w:p w:rsidR="00EC77F2" w:rsidRPr="00EC77F2" w:rsidRDefault="00EC77F2" w:rsidP="00EC77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објасни  утицај  географског  положаја  на Средоземном мору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EC7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на основне географске  одлике  Јужне  Европе</w:t>
            </w:r>
          </w:p>
          <w:p w:rsidR="00EC77F2" w:rsidRPr="00EC77F2" w:rsidRDefault="00EC77F2" w:rsidP="00EC77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-издвоји  и  на карти  покаже  основне  рељефне  целине  Јужне  Европе</w:t>
            </w:r>
          </w:p>
          <w:p w:rsidR="00EC77F2" w:rsidRPr="00EC77F2" w:rsidRDefault="00EC77F2" w:rsidP="00EC77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-издваји  типове  климе Јужне  Европе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C7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C7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уочи  њихове  одлике </w:t>
            </w:r>
          </w:p>
          <w:p w:rsidR="00D0461E" w:rsidRPr="009307D5" w:rsidRDefault="00EC77F2" w:rsidP="006706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 клима-дијаграме и  међусобно  их  пореди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залива, полуострва, архипелага, острва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планина,  низија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простору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Јужне  Европе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аје основне природногеографске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жне  Европе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мора, залива, полуострва, архипелага, острва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као 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простору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Јужне  Европе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Јужне  Европе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ту и доноси закључке о значају  Средоземног мора  за  географске  одлике  Јужне  Европе</w:t>
            </w:r>
          </w:p>
          <w:p w:rsidR="00664F16" w:rsidRPr="006C1089" w:rsidRDefault="0045123D" w:rsidP="006C1089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Јужној  Евро</w:t>
            </w:r>
            <w:r w:rsidR="00F971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пи-утицај  Средоземног  мора 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F971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географског  положаја    на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природногеографске  одлике</w:t>
            </w:r>
            <w:r w:rsidR="00F971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6C1089" w:rsidP="00F62A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62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 ученицима путем  разговора  поновити  поделу  Европе на географске  регије.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F62A80" w:rsidRDefault="006C1089" w:rsidP="00F62A8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62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Истичемо  да  је  главна  одредница географског  положаја  Јужне  Европе припадност  Средоземљу.Објашњавамо појам  Средоземља и  његов  значај  кроз  векове.Истичемо  </w:t>
            </w:r>
            <w:r w:rsidR="00F62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главне  одлике  Средоз</w:t>
            </w:r>
            <w:r w:rsidR="00646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емног  мора и  на  карти  </w:t>
            </w:r>
            <w:r w:rsidR="00F62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показујемо мања  мора, </w:t>
            </w:r>
            <w:r w:rsidR="00646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полуострва, острва  и  мореузе.</w:t>
            </w:r>
            <w:r w:rsidR="00F62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Захтевамо  да  их  ученици  пронађу  на  карти  у  атласу  и  запишу  у  свеске.Анализирамо  везе  Средоземног мора  са  другим  морима и  океанима.</w:t>
            </w:r>
          </w:p>
          <w:p w:rsidR="00B85A26" w:rsidRPr="00545C96" w:rsidRDefault="00F62A80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Упућујемо  ученику  да  анализирају  слику  бр.  1  (стр.14.  у  уџбенику)  и на  основу  боја  издвоје рељефне  целине.Наглашавамо  да  је  Ј.</w:t>
            </w:r>
            <w:r w:rsidR="00456B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Европа планинска  регија.Упознајемо ученике  са  одликама  главних  рељефних  целина.Упућујемо ученике  да  анализирају  клима-дијаграм (слика  бр. 2  стр.15.  у  уџбенику)  и  да  закључе  које  су  одлике  средоземне  климе.Објашњавамо  да  се  Средоземље  поклапа са  простором  где  је  заступљена  средоземна  клима.Истичемо најважније  природне  ресурсе  Ј. Европе.  </w:t>
            </w:r>
            <w:bookmarkStart w:id="0" w:name="_GoBack"/>
            <w:bookmarkEnd w:id="0"/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Default="006C10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9307D5" w:rsidRP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 да  ученици  имају</w:t>
            </w:r>
            <w:r w:rsidR="009307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9307D5" w:rsidRP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задатак  да  код  куће  припреме одговоре  на  питања  у  одељку  «Одговорима  до  сажетка»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307D5" w:rsidRPr="00545C96" w:rsidRDefault="009307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немој  карти  Јужне  Европе  у  Вежбанци </w:t>
            </w:r>
            <w:r w:rsidR="00646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(стр. 5.9) ученици  треба  да  ураде  постављени  задатак  и  да  испишу  називе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мора, полуострва, острва  и  мореузе  .</w:t>
            </w:r>
          </w:p>
        </w:tc>
      </w:tr>
      <w:tr w:rsidR="00606767" w:rsidRPr="00B80B22" w:rsidTr="00F62A80">
        <w:tc>
          <w:tcPr>
            <w:tcW w:w="9576" w:type="dxa"/>
            <w:shd w:val="clear" w:color="auto" w:fill="auto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1C6C13" w:rsidRDefault="00B80B2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3A7B1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Ј У Ж Н А    Е В Р О П А</w:t>
            </w:r>
          </w:p>
          <w:p w:rsidR="003A7B13" w:rsidRPr="009307D5" w:rsidRDefault="003A7B13">
            <w:pPr>
              <w:rPr>
                <w:rFonts w:ascii="Times New Roman" w:hAnsi="Times New Roman" w:cs="Times New Roman"/>
                <w:b/>
                <w:i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-</w:t>
            </w:r>
            <w:r w:rsidRPr="009307D5">
              <w:rPr>
                <w:rFonts w:ascii="Times New Roman" w:hAnsi="Times New Roman" w:cs="Times New Roman"/>
                <w:b/>
                <w:i/>
                <w:szCs w:val="24"/>
                <w:lang w:val="ru-RU"/>
              </w:rPr>
              <w:t>ПРИМОРСКА  И  ПЛАНИНСКА  РЕГИЈА-</w:t>
            </w:r>
          </w:p>
          <w:p w:rsidR="00606767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7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Средоземље-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делови  Европе,  Азије  и  Африке</w:t>
            </w:r>
          </w:p>
          <w:p w:rsidR="003A7B13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7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Средоземно  море-4000 км  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правц</w:t>
            </w:r>
            <w:r w:rsidR="003A7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запад-исток</w:t>
            </w:r>
          </w:p>
          <w:p w:rsidR="003A7B13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7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Гибралтарски  мореуз—Атлантски  океан</w:t>
            </w:r>
          </w:p>
          <w:p w:rsidR="003A7B13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7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Суецки  канал (1869)—Црвено  море—Индијски  океан</w:t>
            </w:r>
          </w:p>
          <w:p w:rsidR="003A7B13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7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полуострва: Пиринејско,  Апенинско,  Балканско</w:t>
            </w:r>
          </w:p>
          <w:p w:rsidR="003A7B13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7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острва:  Сицилија, Сардинија,  Корзика,  Крит</w:t>
            </w:r>
          </w:p>
          <w:p w:rsidR="003A7B13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младе  веначне  планине;  Пиринеји,  Апенини,  Алпи  Динариди</w:t>
            </w:r>
          </w:p>
          <w:p w:rsidR="00D6605E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Балканско  полуострво—Европа  и  Азија</w:t>
            </w:r>
          </w:p>
          <w:p w:rsidR="00D6605E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средоземна  клима</w:t>
            </w:r>
          </w:p>
          <w:p w:rsidR="009307D5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-природни ресурси:  море,  клима, средоземни  пејзажи</w:t>
            </w:r>
          </w:p>
          <w:p w:rsidR="009307D5" w:rsidRPr="00606767" w:rsidRDefault="009307D5" w:rsidP="008045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C45B5"/>
    <w:rsid w:val="001C6C13"/>
    <w:rsid w:val="001D57CA"/>
    <w:rsid w:val="002365E8"/>
    <w:rsid w:val="003321C2"/>
    <w:rsid w:val="00391413"/>
    <w:rsid w:val="003A7B13"/>
    <w:rsid w:val="003F1D6D"/>
    <w:rsid w:val="0045123D"/>
    <w:rsid w:val="00456B0B"/>
    <w:rsid w:val="00466279"/>
    <w:rsid w:val="00480380"/>
    <w:rsid w:val="00486C32"/>
    <w:rsid w:val="004C7CD5"/>
    <w:rsid w:val="00545C96"/>
    <w:rsid w:val="005F784B"/>
    <w:rsid w:val="00605D58"/>
    <w:rsid w:val="00606767"/>
    <w:rsid w:val="0064676A"/>
    <w:rsid w:val="00664F16"/>
    <w:rsid w:val="00670648"/>
    <w:rsid w:val="006C1089"/>
    <w:rsid w:val="006F2937"/>
    <w:rsid w:val="007906D8"/>
    <w:rsid w:val="007E6623"/>
    <w:rsid w:val="0080459B"/>
    <w:rsid w:val="00854D2A"/>
    <w:rsid w:val="008F0F0B"/>
    <w:rsid w:val="009307D5"/>
    <w:rsid w:val="00942ED0"/>
    <w:rsid w:val="0094301B"/>
    <w:rsid w:val="0096516D"/>
    <w:rsid w:val="00A17F87"/>
    <w:rsid w:val="00A321DB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E65D7"/>
    <w:rsid w:val="00E4334D"/>
    <w:rsid w:val="00EA38C7"/>
    <w:rsid w:val="00EC77F2"/>
    <w:rsid w:val="00F05659"/>
    <w:rsid w:val="00F137B9"/>
    <w:rsid w:val="00F57D30"/>
    <w:rsid w:val="00F62A8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8BAE5-0547-4C71-8319-F6F968044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7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5</cp:revision>
  <dcterms:created xsi:type="dcterms:W3CDTF">2020-06-29T22:41:00Z</dcterms:created>
  <dcterms:modified xsi:type="dcterms:W3CDTF">2020-07-07T16:55:00Z</dcterms:modified>
</cp:coreProperties>
</file>